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80" w:rsidRDefault="00F23380">
      <w:pPr>
        <w:pStyle w:val="Header"/>
        <w:jc w:val="center"/>
        <w:rPr>
          <w:sz w:val="18"/>
          <w:szCs w:val="18"/>
        </w:rPr>
      </w:pPr>
    </w:p>
    <w:p w:rsidR="00F23380" w:rsidRDefault="00F23380">
      <w:pPr>
        <w:rPr>
          <w:b/>
          <w:bCs/>
          <w:i/>
          <w:iCs/>
        </w:rPr>
      </w:pPr>
    </w:p>
    <w:p w:rsidR="00F23380" w:rsidRDefault="00F23380">
      <w:pPr>
        <w:jc w:val="center"/>
      </w:pPr>
    </w:p>
    <w:p w:rsidR="00F23380" w:rsidRDefault="00F23380">
      <w:pPr>
        <w:jc w:val="center"/>
      </w:pPr>
    </w:p>
    <w:p w:rsidR="00F23380" w:rsidRDefault="00F23380">
      <w:pPr>
        <w:jc w:val="center"/>
      </w:pPr>
    </w:p>
    <w:p w:rsidR="00F23380" w:rsidRDefault="00F233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 E V E Z É S I L A P</w:t>
      </w:r>
    </w:p>
    <w:p w:rsidR="00F23380" w:rsidRDefault="00F23380">
      <w:pPr>
        <w:jc w:val="center"/>
        <w:rPr>
          <w:b/>
          <w:bCs/>
        </w:rPr>
      </w:pPr>
    </w:p>
    <w:p w:rsidR="00F23380" w:rsidRDefault="00F23380">
      <w:pPr>
        <w:ind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IV. Szerencsi Hagyományőrző Tűzoltó Versenyre</w:t>
      </w:r>
    </w:p>
    <w:p w:rsidR="00F23380" w:rsidRDefault="00F23380">
      <w:pPr>
        <w:ind w:firstLine="708"/>
        <w:jc w:val="center"/>
        <w:rPr>
          <w:sz w:val="32"/>
          <w:szCs w:val="32"/>
        </w:rPr>
      </w:pPr>
    </w:p>
    <w:p w:rsidR="00F23380" w:rsidRDefault="00F23380">
      <w:pPr>
        <w:rPr>
          <w:b/>
        </w:rPr>
      </w:pPr>
    </w:p>
    <w:p w:rsidR="00F23380" w:rsidRPr="00AC57BA" w:rsidRDefault="00F23380" w:rsidP="00AC57BA">
      <w:pPr>
        <w:pStyle w:val="Heading1"/>
        <w:rPr>
          <w:bCs/>
          <w:sz w:val="24"/>
          <w:shd w:val="clear" w:color="auto" w:fill="FFFFFF"/>
        </w:rPr>
      </w:pPr>
      <w:r>
        <w:rPr>
          <w:b/>
          <w:bCs/>
          <w:sz w:val="24"/>
          <w:u w:val="single"/>
        </w:rPr>
        <w:t>Helyszín:</w:t>
      </w:r>
      <w:r>
        <w:rPr>
          <w:bCs/>
          <w:sz w:val="24"/>
        </w:rPr>
        <w:t xml:space="preserve"> </w:t>
      </w:r>
      <w:r w:rsidRPr="00AC57BA">
        <w:rPr>
          <w:bCs/>
          <w:sz w:val="24"/>
          <w:shd w:val="clear" w:color="auto" w:fill="FFFFFF"/>
        </w:rPr>
        <w:t xml:space="preserve">Rákóczi Vár </w:t>
      </w:r>
    </w:p>
    <w:p w:rsidR="00F23380" w:rsidRPr="00AC57BA" w:rsidRDefault="00F23380" w:rsidP="00AC57BA">
      <w:pPr>
        <w:pStyle w:val="Heading1"/>
        <w:ind w:left="708"/>
        <w:rPr>
          <w:bCs/>
          <w:sz w:val="24"/>
          <w:u w:val="single"/>
          <w:shd w:val="clear" w:color="auto" w:fill="FFFFFF"/>
        </w:rPr>
      </w:pPr>
      <w:r w:rsidRPr="00AC57BA">
        <w:rPr>
          <w:bCs/>
          <w:sz w:val="24"/>
          <w:shd w:val="clear" w:color="auto" w:fill="FFFFFF"/>
        </w:rPr>
        <w:t xml:space="preserve">     </w:t>
      </w:r>
      <w:r w:rsidRPr="00AC57BA">
        <w:rPr>
          <w:bCs/>
          <w:sz w:val="24"/>
          <w:u w:val="single"/>
          <w:shd w:val="clear" w:color="auto" w:fill="FFFFFF"/>
        </w:rPr>
        <w:t xml:space="preserve">Szerencs </w:t>
      </w:r>
    </w:p>
    <w:p w:rsidR="00F23380" w:rsidRPr="00AC57BA" w:rsidRDefault="00F23380" w:rsidP="00AC57BA">
      <w:pPr>
        <w:pStyle w:val="Heading1"/>
        <w:rPr>
          <w:bCs/>
          <w:sz w:val="24"/>
          <w:shd w:val="clear" w:color="auto" w:fill="FFFFFF"/>
        </w:rPr>
      </w:pPr>
      <w:r>
        <w:rPr>
          <w:bCs/>
          <w:sz w:val="24"/>
          <w:shd w:val="clear" w:color="auto" w:fill="FFFFFF"/>
        </w:rPr>
        <w:t xml:space="preserve">                 </w:t>
      </w:r>
      <w:r w:rsidRPr="00AC57BA">
        <w:rPr>
          <w:bCs/>
          <w:sz w:val="24"/>
          <w:shd w:val="clear" w:color="auto" w:fill="FFFFFF"/>
        </w:rPr>
        <w:t xml:space="preserve">Huszárvár út 11. </w:t>
      </w:r>
    </w:p>
    <w:p w:rsidR="00F23380" w:rsidRPr="00AC57BA" w:rsidRDefault="00F23380" w:rsidP="00AC57BA">
      <w:pPr>
        <w:pStyle w:val="Heading1"/>
        <w:rPr>
          <w:bCs/>
          <w:sz w:val="24"/>
          <w:shd w:val="clear" w:color="auto" w:fill="FFFFFF"/>
        </w:rPr>
      </w:pPr>
      <w:r>
        <w:rPr>
          <w:bCs/>
          <w:sz w:val="24"/>
          <w:shd w:val="clear" w:color="auto" w:fill="FFFFFF"/>
        </w:rPr>
        <w:t xml:space="preserve">                 </w:t>
      </w:r>
      <w:r w:rsidRPr="00AC57BA">
        <w:rPr>
          <w:bCs/>
          <w:sz w:val="24"/>
          <w:shd w:val="clear" w:color="auto" w:fill="FFFFFF"/>
        </w:rPr>
        <w:t>3900</w:t>
      </w:r>
    </w:p>
    <w:p w:rsidR="00F23380" w:rsidRDefault="00F23380">
      <w:pPr>
        <w:pStyle w:val="Heading1"/>
      </w:pPr>
    </w:p>
    <w:p w:rsidR="00F23380" w:rsidRDefault="00F23380">
      <w:pPr>
        <w:pStyle w:val="Heading1"/>
        <w:rPr>
          <w:bCs/>
          <w:sz w:val="24"/>
        </w:rPr>
      </w:pPr>
      <w:r>
        <w:rPr>
          <w:b/>
          <w:bCs/>
          <w:sz w:val="24"/>
          <w:u w:val="single"/>
        </w:rPr>
        <w:t>Időpont:</w:t>
      </w:r>
      <w:r>
        <w:rPr>
          <w:bCs/>
          <w:sz w:val="24"/>
        </w:rPr>
        <w:t xml:space="preserve"> 2017. augusztus 27. 10</w:t>
      </w:r>
      <w:r w:rsidRPr="00AC57BA">
        <w:rPr>
          <w:bCs/>
          <w:sz w:val="24"/>
          <w:u w:val="single"/>
          <w:vertAlign w:val="superscript"/>
        </w:rPr>
        <w:t>00</w:t>
      </w:r>
      <w:r>
        <w:rPr>
          <w:bCs/>
          <w:sz w:val="24"/>
          <w:vertAlign w:val="superscript"/>
        </w:rPr>
        <w:t xml:space="preserve"> </w:t>
      </w:r>
      <w:r>
        <w:rPr>
          <w:bCs/>
          <w:sz w:val="24"/>
        </w:rPr>
        <w:t>óra</w:t>
      </w:r>
    </w:p>
    <w:p w:rsidR="00F23380" w:rsidRDefault="00F23380">
      <w:pPr>
        <w:ind w:left="90"/>
        <w:jc w:val="both"/>
        <w:rPr>
          <w:b/>
          <w:bCs/>
        </w:rPr>
      </w:pPr>
    </w:p>
    <w:p w:rsidR="00F23380" w:rsidRDefault="00F23380">
      <w:pPr>
        <w:ind w:left="90"/>
        <w:jc w:val="both"/>
        <w:rPr>
          <w:b/>
          <w:bCs/>
        </w:rPr>
      </w:pPr>
      <w:r>
        <w:rPr>
          <w:b/>
          <w:bCs/>
        </w:rPr>
        <w:t>Csapat név:......................................................................................</w:t>
      </w:r>
    </w:p>
    <w:p w:rsidR="00F23380" w:rsidRDefault="00F23380">
      <w:pPr>
        <w:ind w:left="90"/>
        <w:jc w:val="both"/>
      </w:pPr>
      <w:r>
        <w:t xml:space="preserve"> </w:t>
      </w:r>
    </w:p>
    <w:p w:rsidR="00F23380" w:rsidRDefault="00F23380">
      <w:pPr>
        <w:tabs>
          <w:tab w:val="center" w:pos="4581"/>
        </w:tabs>
        <w:ind w:left="90"/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834"/>
        <w:gridCol w:w="3592"/>
        <w:gridCol w:w="1439"/>
        <w:gridCol w:w="3062"/>
      </w:tblGrid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S.sz.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név</w:t>
            </w: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Életkor</w:t>
            </w: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aláírása</w:t>
            </w: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  <w:tr w:rsidR="00F23380">
        <w:trPr>
          <w:jc w:val="center"/>
        </w:trPr>
        <w:tc>
          <w:tcPr>
            <w:tcW w:w="834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359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1439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  <w:tc>
          <w:tcPr>
            <w:tcW w:w="3062" w:type="dxa"/>
            <w:shd w:val="clear" w:color="auto" w:fill="FFFFFF"/>
            <w:tcMar>
              <w:left w:w="103" w:type="dxa"/>
            </w:tcMar>
          </w:tcPr>
          <w:p w:rsidR="00F23380" w:rsidRDefault="00F23380">
            <w:pPr>
              <w:tabs>
                <w:tab w:val="center" w:pos="4581"/>
              </w:tabs>
              <w:jc w:val="center"/>
              <w:rPr>
                <w:b/>
                <w:bCs/>
              </w:rPr>
            </w:pPr>
          </w:p>
        </w:tc>
      </w:tr>
    </w:tbl>
    <w:p w:rsidR="00F23380" w:rsidRDefault="00F23380">
      <w:pPr>
        <w:tabs>
          <w:tab w:val="center" w:pos="4581"/>
        </w:tabs>
        <w:ind w:left="90"/>
        <w:jc w:val="center"/>
        <w:rPr>
          <w:b/>
          <w:bCs/>
        </w:rPr>
      </w:pPr>
    </w:p>
    <w:p w:rsidR="00F23380" w:rsidRPr="00AC57BA" w:rsidRDefault="00F23380" w:rsidP="00AC57BA">
      <w:pPr>
        <w:jc w:val="both"/>
      </w:pPr>
      <w:r>
        <w:rPr>
          <w:b/>
          <w:bCs/>
        </w:rPr>
        <w:t>Milyen kategóriában indul</w:t>
      </w:r>
      <w:r>
        <w:t xml:space="preserve">: Senior, Női, Ifjúsági, Férfi, </w:t>
      </w:r>
      <w:r w:rsidRPr="00AC57BA">
        <w:t xml:space="preserve">mozdonyítható fecskendő – kocsifecskendő </w:t>
      </w:r>
    </w:p>
    <w:p w:rsidR="00F23380" w:rsidRDefault="00F23380" w:rsidP="00AC57BA">
      <w:pPr>
        <w:jc w:val="both"/>
      </w:pPr>
    </w:p>
    <w:p w:rsidR="00F23380" w:rsidRDefault="00F23380">
      <w:pPr>
        <w:tabs>
          <w:tab w:val="left" w:pos="3165"/>
        </w:tabs>
        <w:jc w:val="both"/>
      </w:pPr>
      <w:r>
        <w:rPr>
          <w:b/>
        </w:rPr>
        <w:t>Országos versenyben rész vesz:</w:t>
      </w:r>
      <w:r>
        <w:rPr>
          <w:b/>
        </w:rPr>
        <w:tab/>
      </w:r>
      <w:r>
        <w:t xml:space="preserve">igen                          nem           </w:t>
      </w:r>
    </w:p>
    <w:p w:rsidR="00F23380" w:rsidRDefault="00F23380">
      <w:pPr>
        <w:ind w:left="90"/>
        <w:jc w:val="both"/>
      </w:pPr>
    </w:p>
    <w:p w:rsidR="00F23380" w:rsidRDefault="00F23380">
      <w:pPr>
        <w:jc w:val="both"/>
        <w:rPr>
          <w:b/>
          <w:bCs/>
        </w:rPr>
      </w:pPr>
      <w:r>
        <w:t xml:space="preserve"> </w:t>
      </w:r>
      <w:r>
        <w:rPr>
          <w:b/>
        </w:rPr>
        <w:t>A csapat vezető e</w:t>
      </w:r>
      <w:r>
        <w:rPr>
          <w:b/>
          <w:bCs/>
        </w:rPr>
        <w:t>lérhetősége:</w:t>
      </w:r>
    </w:p>
    <w:p w:rsidR="00F23380" w:rsidRDefault="00F23380">
      <w:pPr>
        <w:spacing w:before="120"/>
        <w:jc w:val="both"/>
      </w:pPr>
      <w:r>
        <w:t xml:space="preserve"> Név……………………………………………cím:………………………………………….</w:t>
      </w:r>
    </w:p>
    <w:p w:rsidR="00F23380" w:rsidRDefault="00F23380">
      <w:pPr>
        <w:ind w:left="90"/>
        <w:jc w:val="both"/>
      </w:pPr>
      <w:r>
        <w:t xml:space="preserve">Tel:……………………………………       E-mail:…………………………………………. </w:t>
      </w:r>
    </w:p>
    <w:p w:rsidR="00F23380" w:rsidRDefault="00F23380">
      <w:pPr>
        <w:ind w:left="90"/>
        <w:jc w:val="both"/>
      </w:pPr>
    </w:p>
    <w:p w:rsidR="00F23380" w:rsidRDefault="00F23380">
      <w:pPr>
        <w:jc w:val="both"/>
      </w:pPr>
      <w:r>
        <w:t>A csapaton kívül hány főnek kérnek ebédet:………….fő</w:t>
      </w:r>
    </w:p>
    <w:p w:rsidR="00F23380" w:rsidRDefault="00F23380">
      <w:pPr>
        <w:jc w:val="both"/>
      </w:pPr>
    </w:p>
    <w:p w:rsidR="00F23380" w:rsidRDefault="00F23380">
      <w:pPr>
        <w:jc w:val="both"/>
      </w:pPr>
      <w:r>
        <w:t xml:space="preserve">Nevezési díj 10.000 Ft/ csapat, amely tartalmazza verseny napján az ebéd költségét. </w:t>
      </w:r>
    </w:p>
    <w:p w:rsidR="00F23380" w:rsidRDefault="00F23380">
      <w:pPr>
        <w:jc w:val="both"/>
      </w:pPr>
      <w:r>
        <w:t>Az ifjúsági, senior és női csapatok részére nevezési díjat a szervezők nem állapítottak meg.</w:t>
      </w:r>
    </w:p>
    <w:p w:rsidR="00F23380" w:rsidRDefault="00F23380">
      <w:pPr>
        <w:jc w:val="both"/>
      </w:pPr>
    </w:p>
    <w:p w:rsidR="00F23380" w:rsidRDefault="00F23380">
      <w:pPr>
        <w:jc w:val="both"/>
      </w:pPr>
      <w:r>
        <w:t>Nevezési díj befizetésére csak a helyszínen van lehetőség.</w:t>
      </w:r>
    </w:p>
    <w:p w:rsidR="00F23380" w:rsidRDefault="00F23380">
      <w:pPr>
        <w:ind w:left="90"/>
        <w:jc w:val="both"/>
        <w:rPr>
          <w:b/>
          <w:bCs/>
        </w:rPr>
      </w:pPr>
    </w:p>
    <w:p w:rsidR="00F23380" w:rsidRDefault="00F23380">
      <w:pPr>
        <w:ind w:left="90"/>
        <w:jc w:val="center"/>
        <w:rPr>
          <w:b/>
        </w:rPr>
      </w:pPr>
      <w:r>
        <w:rPr>
          <w:b/>
        </w:rPr>
        <w:t>Nevezési határidő: 2017. augusztus 24.</w:t>
      </w:r>
    </w:p>
    <w:p w:rsidR="00F23380" w:rsidRDefault="00F23380">
      <w:pPr>
        <w:ind w:left="90"/>
        <w:jc w:val="both"/>
        <w:rPr>
          <w:b/>
        </w:rPr>
      </w:pPr>
    </w:p>
    <w:p w:rsidR="00F23380" w:rsidRDefault="00F23380">
      <w:pPr>
        <w:ind w:left="90"/>
        <w:jc w:val="both"/>
      </w:pPr>
      <w:r>
        <w:t xml:space="preserve">Az aláírt nevezési lapot a regisztráció alkalmával kell leadni és előtte a </w:t>
      </w:r>
      <w:hyperlink r:id="rId4" w:history="1">
        <w:r w:rsidRPr="00215CAD">
          <w:rPr>
            <w:rStyle w:val="Hyperlink"/>
            <w:sz w:val="32"/>
            <w:szCs w:val="32"/>
          </w:rPr>
          <w:t>k.jimko@citromail.hu</w:t>
        </w:r>
      </w:hyperlink>
      <w:r>
        <w:t xml:space="preserve"> ; </w:t>
      </w:r>
      <w:hyperlink r:id="rId5" w:history="1">
        <w:r w:rsidRPr="00A53D70">
          <w:rPr>
            <w:rStyle w:val="Hyperlink"/>
          </w:rPr>
          <w:t>titkarsag.szerencs@katved.gov.hu</w:t>
        </w:r>
      </w:hyperlink>
      <w:r>
        <w:t xml:space="preserve">  email-re kell elküldeni.</w:t>
      </w:r>
    </w:p>
    <w:sectPr w:rsidR="00F23380" w:rsidSect="00B33630">
      <w:pgSz w:w="11906" w:h="16838"/>
      <w:pgMar w:top="851" w:right="1418" w:bottom="851" w:left="1418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565"/>
    <w:rsid w:val="001A26D0"/>
    <w:rsid w:val="00215CAD"/>
    <w:rsid w:val="002A0D59"/>
    <w:rsid w:val="003B12C0"/>
    <w:rsid w:val="003C03F4"/>
    <w:rsid w:val="003D26FA"/>
    <w:rsid w:val="0047670F"/>
    <w:rsid w:val="004D069E"/>
    <w:rsid w:val="004D423E"/>
    <w:rsid w:val="0050167E"/>
    <w:rsid w:val="00541A3E"/>
    <w:rsid w:val="0056660B"/>
    <w:rsid w:val="005D1397"/>
    <w:rsid w:val="006C4C62"/>
    <w:rsid w:val="00803F19"/>
    <w:rsid w:val="008B473B"/>
    <w:rsid w:val="00A53D70"/>
    <w:rsid w:val="00AC57BA"/>
    <w:rsid w:val="00AE5218"/>
    <w:rsid w:val="00B33630"/>
    <w:rsid w:val="00C7305B"/>
    <w:rsid w:val="00D10565"/>
    <w:rsid w:val="00D90430"/>
    <w:rsid w:val="00DE43DC"/>
    <w:rsid w:val="00F23380"/>
    <w:rsid w:val="00F302BE"/>
    <w:rsid w:val="00F7547E"/>
    <w:rsid w:val="00F92EB9"/>
    <w:rsid w:val="00FC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67E"/>
    <w:pPr>
      <w:suppressAutoHyphens/>
    </w:pPr>
    <w:rPr>
      <w:color w:val="00000A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50167E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069E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Internet-hivatkozs">
    <w:name w:val="Internet-hivatkozás"/>
    <w:basedOn w:val="DefaultParagraphFont"/>
    <w:uiPriority w:val="99"/>
    <w:rsid w:val="0050167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B33630"/>
    <w:rPr>
      <w:u w:val="single"/>
    </w:rPr>
  </w:style>
  <w:style w:type="paragraph" w:customStyle="1" w:styleId="Cmsor">
    <w:name w:val="Címsor"/>
    <w:basedOn w:val="Normal"/>
    <w:next w:val="BodyText"/>
    <w:uiPriority w:val="99"/>
    <w:rsid w:val="00B33630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3363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D069E"/>
    <w:rPr>
      <w:rFonts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B33630"/>
    <w:rPr>
      <w:rFonts w:cs="Mangal"/>
    </w:rPr>
  </w:style>
  <w:style w:type="paragraph" w:customStyle="1" w:styleId="Felirat">
    <w:name w:val="Felirat"/>
    <w:basedOn w:val="Normal"/>
    <w:uiPriority w:val="99"/>
    <w:rsid w:val="00B33630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al"/>
    <w:uiPriority w:val="99"/>
    <w:rsid w:val="00B33630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50167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069E"/>
    <w:rPr>
      <w:rFonts w:cs="Times New Roman"/>
      <w:color w:val="00000A"/>
      <w:sz w:val="24"/>
      <w:szCs w:val="24"/>
    </w:rPr>
  </w:style>
  <w:style w:type="paragraph" w:customStyle="1" w:styleId="fejlc1">
    <w:name w:val="fejléc1"/>
    <w:uiPriority w:val="99"/>
    <w:rsid w:val="00B33630"/>
    <w:pPr>
      <w:suppressAutoHyphens/>
      <w:ind w:right="70"/>
      <w:jc w:val="right"/>
    </w:pPr>
    <w:rPr>
      <w:b/>
      <w:bCs/>
      <w:color w:val="00000A"/>
      <w:sz w:val="28"/>
      <w:szCs w:val="20"/>
      <w:lang w:eastAsia="zh-CN"/>
    </w:rPr>
  </w:style>
  <w:style w:type="paragraph" w:customStyle="1" w:styleId="fejlc2">
    <w:name w:val="fejléc2"/>
    <w:uiPriority w:val="99"/>
    <w:rsid w:val="00B33630"/>
    <w:pPr>
      <w:suppressAutoHyphens/>
      <w:ind w:right="70"/>
      <w:jc w:val="right"/>
    </w:pPr>
    <w:rPr>
      <w:color w:val="000000"/>
      <w:sz w:val="18"/>
      <w:szCs w:val="20"/>
      <w:lang w:eastAsia="zh-CN"/>
    </w:rPr>
  </w:style>
  <w:style w:type="paragraph" w:customStyle="1" w:styleId="fejlc3">
    <w:name w:val="fejléc3"/>
    <w:uiPriority w:val="99"/>
    <w:rsid w:val="00B33630"/>
    <w:pPr>
      <w:suppressAutoHyphens/>
      <w:spacing w:before="120" w:after="120"/>
    </w:pPr>
    <w:rPr>
      <w:b/>
      <w:bCs/>
      <w:i/>
      <w:iCs/>
      <w:color w:val="00000A"/>
      <w:sz w:val="24"/>
      <w:szCs w:val="20"/>
      <w:lang w:eastAsia="zh-CN"/>
    </w:rPr>
  </w:style>
  <w:style w:type="paragraph" w:customStyle="1" w:styleId="fejlc4">
    <w:name w:val="fejléc4"/>
    <w:uiPriority w:val="99"/>
    <w:rsid w:val="00B33630"/>
    <w:pPr>
      <w:suppressAutoHyphens/>
      <w:spacing w:before="120" w:after="120"/>
      <w:jc w:val="right"/>
    </w:pPr>
    <w:rPr>
      <w:i/>
      <w:color w:val="00000A"/>
      <w:sz w:val="20"/>
      <w:szCs w:val="17"/>
      <w:lang w:eastAsia="zh-CN"/>
    </w:rPr>
  </w:style>
  <w:style w:type="table" w:styleId="TableGrid">
    <w:name w:val="Table Grid"/>
    <w:basedOn w:val="TableNormal"/>
    <w:uiPriority w:val="99"/>
    <w:rsid w:val="005016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C57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itkarsag.szerencs@katved.gov.hu" TargetMode="External"/><Relationship Id="rId4" Type="http://schemas.openxmlformats.org/officeDocument/2006/relationships/hyperlink" Target="mailto:k.jimko@citromail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162</Words>
  <Characters>1124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Szent Flórián Tűzoltó Hagyományőrző Közhasznú Egyesület</dc:title>
  <dc:subject/>
  <dc:creator>Szolg.Pk</dc:creator>
  <cp:keywords/>
  <dc:description/>
  <cp:lastModifiedBy>bnacsa</cp:lastModifiedBy>
  <cp:revision>8</cp:revision>
  <cp:lastPrinted>2012-05-02T17:37:00Z</cp:lastPrinted>
  <dcterms:created xsi:type="dcterms:W3CDTF">2016-08-16T12:26:00Z</dcterms:created>
  <dcterms:modified xsi:type="dcterms:W3CDTF">2017-08-02T13:03:00Z</dcterms:modified>
</cp:coreProperties>
</file>